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3795F2" w14:textId="77777777" w:rsidR="00085D5E" w:rsidRDefault="00D16665" w:rsidP="0060240F">
      <w:pPr>
        <w:jc w:val="center"/>
        <w:rPr>
          <w:rFonts w:ascii="Arial" w:hAnsi="Arial" w:cs="Arial"/>
          <w:sz w:val="20"/>
          <w:szCs w:val="20"/>
        </w:rPr>
      </w:pPr>
      <w:r w:rsidRPr="00F147DC">
        <w:rPr>
          <w:rFonts w:ascii="Arial" w:hAnsi="Arial" w:cs="Arial"/>
          <w:sz w:val="20"/>
          <w:szCs w:val="20"/>
        </w:rPr>
        <w:t xml:space="preserve">Magistrát města Jihlavy, </w:t>
      </w:r>
      <w:r w:rsidR="005E73FB">
        <w:rPr>
          <w:rFonts w:ascii="Arial" w:hAnsi="Arial" w:cs="Arial"/>
          <w:sz w:val="20"/>
          <w:szCs w:val="20"/>
        </w:rPr>
        <w:t>stavební úřad</w:t>
      </w:r>
      <w:r w:rsidR="004A011E">
        <w:rPr>
          <w:rFonts w:ascii="Arial" w:hAnsi="Arial" w:cs="Arial"/>
          <w:sz w:val="20"/>
          <w:szCs w:val="20"/>
        </w:rPr>
        <w:t>, Masarykovo náměstí</w:t>
      </w:r>
      <w:r w:rsidRPr="00F147DC">
        <w:rPr>
          <w:rFonts w:ascii="Arial" w:hAnsi="Arial" w:cs="Arial"/>
          <w:sz w:val="20"/>
          <w:szCs w:val="20"/>
        </w:rPr>
        <w:t xml:space="preserve"> </w:t>
      </w:r>
      <w:r w:rsidR="005E73FB">
        <w:rPr>
          <w:rFonts w:ascii="Arial" w:hAnsi="Arial" w:cs="Arial"/>
          <w:sz w:val="20"/>
          <w:szCs w:val="20"/>
        </w:rPr>
        <w:t>9</w:t>
      </w:r>
      <w:r w:rsidR="00634583">
        <w:rPr>
          <w:rFonts w:ascii="Arial" w:hAnsi="Arial" w:cs="Arial"/>
          <w:sz w:val="20"/>
          <w:szCs w:val="20"/>
        </w:rPr>
        <w:t>, 586 01</w:t>
      </w:r>
      <w:r w:rsidRPr="00F147DC">
        <w:rPr>
          <w:rFonts w:ascii="Arial" w:hAnsi="Arial" w:cs="Arial"/>
          <w:sz w:val="20"/>
          <w:szCs w:val="20"/>
        </w:rPr>
        <w:t xml:space="preserve"> Jihlava</w:t>
      </w:r>
    </w:p>
    <w:p w14:paraId="46804712" w14:textId="77777777" w:rsidR="00F147DC" w:rsidRPr="002D52B9" w:rsidRDefault="00F147DC" w:rsidP="00F147DC">
      <w:pPr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2D52B9">
        <w:rPr>
          <w:rFonts w:ascii="Arial" w:hAnsi="Arial" w:cs="Arial"/>
          <w:b/>
          <w:sz w:val="24"/>
          <w:szCs w:val="24"/>
        </w:rPr>
        <w:t>Žádost o vydání závazného stanoviska/rozhodnutí</w:t>
      </w:r>
    </w:p>
    <w:p w14:paraId="4233556E" w14:textId="77777777" w:rsidR="001D2521" w:rsidRDefault="002D52B9" w:rsidP="001D2521">
      <w:pPr>
        <w:contextualSpacing/>
        <w:jc w:val="center"/>
        <w:rPr>
          <w:rFonts w:ascii="Arial" w:hAnsi="Arial" w:cs="Arial"/>
          <w:b/>
          <w:sz w:val="16"/>
          <w:szCs w:val="16"/>
        </w:rPr>
      </w:pPr>
      <w:r w:rsidRPr="002D52B9">
        <w:rPr>
          <w:rFonts w:ascii="Arial" w:hAnsi="Arial" w:cs="Arial"/>
          <w:b/>
          <w:sz w:val="16"/>
          <w:szCs w:val="16"/>
        </w:rPr>
        <w:t>dle zákona č. 20/1987 Sb., o státní památkové péči</w:t>
      </w:r>
      <w:r w:rsidR="001D2521">
        <w:rPr>
          <w:rFonts w:ascii="Arial" w:hAnsi="Arial" w:cs="Arial"/>
          <w:b/>
          <w:sz w:val="16"/>
          <w:szCs w:val="16"/>
        </w:rPr>
        <w:t>,</w:t>
      </w:r>
      <w:r w:rsidRPr="002D52B9">
        <w:rPr>
          <w:rFonts w:ascii="Arial" w:hAnsi="Arial" w:cs="Arial"/>
          <w:b/>
          <w:sz w:val="16"/>
          <w:szCs w:val="16"/>
        </w:rPr>
        <w:t xml:space="preserve"> ve znění pozdějších předpisů</w:t>
      </w:r>
      <w:r w:rsidR="001D2521">
        <w:rPr>
          <w:rFonts w:ascii="Arial" w:hAnsi="Arial" w:cs="Arial"/>
          <w:b/>
          <w:sz w:val="16"/>
          <w:szCs w:val="16"/>
        </w:rPr>
        <w:t xml:space="preserve"> </w:t>
      </w:r>
    </w:p>
    <w:p w14:paraId="46613946" w14:textId="77777777" w:rsidR="002D52B9" w:rsidRPr="002D52B9" w:rsidRDefault="001D2521" w:rsidP="00F147DC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a zákona č. 500/2004 Sb., správní řád, ve znění pozdějších předpisů</w:t>
      </w:r>
    </w:p>
    <w:p w14:paraId="1ADF03E1" w14:textId="77777777" w:rsidR="002D52B9" w:rsidRDefault="00AE629E">
      <w:pPr>
        <w:rPr>
          <w:rFonts w:ascii="Arial" w:hAnsi="Arial" w:cs="Arial"/>
          <w:b/>
          <w:sz w:val="20"/>
          <w:szCs w:val="20"/>
        </w:rPr>
      </w:pPr>
      <w:r w:rsidRPr="00F147DC">
        <w:rPr>
          <w:rFonts w:ascii="Arial" w:hAnsi="Arial" w:cs="Arial"/>
          <w:b/>
          <w:sz w:val="20"/>
          <w:szCs w:val="20"/>
        </w:rPr>
        <w:t>Žadatel</w:t>
      </w:r>
      <w:r>
        <w:rPr>
          <w:rFonts w:ascii="Arial" w:hAnsi="Arial" w:cs="Arial"/>
          <w:b/>
          <w:sz w:val="20"/>
          <w:szCs w:val="20"/>
        </w:rPr>
        <w:t xml:space="preserve">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74"/>
        <w:gridCol w:w="1952"/>
        <w:gridCol w:w="1840"/>
        <w:gridCol w:w="192"/>
        <w:gridCol w:w="1504"/>
      </w:tblGrid>
      <w:tr w:rsidR="00620777" w:rsidRPr="00B0244D" w14:paraId="284C2141" w14:textId="77777777" w:rsidTr="00070B5F">
        <w:trPr>
          <w:trHeight w:val="407"/>
        </w:trPr>
        <w:tc>
          <w:tcPr>
            <w:tcW w:w="3574" w:type="dxa"/>
          </w:tcPr>
          <w:p w14:paraId="78A49338" w14:textId="77777777" w:rsidR="00620777" w:rsidRPr="00AE629E" w:rsidRDefault="00620777" w:rsidP="00AE629E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952" w:type="dxa"/>
            <w:vAlign w:val="center"/>
          </w:tcPr>
          <w:p w14:paraId="5CB0CC4B" w14:textId="77777777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44E7">
              <w:rPr>
                <w:rFonts w:ascii="Arial" w:hAnsi="Arial" w:cs="Arial"/>
                <w:sz w:val="18"/>
                <w:szCs w:val="18"/>
              </w:rPr>
              <w:t xml:space="preserve">Fyzická osoba </w:t>
            </w:r>
          </w:p>
        </w:tc>
        <w:tc>
          <w:tcPr>
            <w:tcW w:w="2032" w:type="dxa"/>
            <w:gridSpan w:val="2"/>
            <w:vAlign w:val="center"/>
          </w:tcPr>
          <w:p w14:paraId="059A4A51" w14:textId="77777777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F744E7">
              <w:rPr>
                <w:rFonts w:ascii="Arial" w:hAnsi="Arial" w:cs="Arial"/>
                <w:sz w:val="18"/>
                <w:szCs w:val="18"/>
              </w:rPr>
              <w:t>Fyz</w:t>
            </w:r>
            <w:proofErr w:type="spellEnd"/>
            <w:r w:rsidRPr="00F744E7">
              <w:rPr>
                <w:rFonts w:ascii="Arial" w:hAnsi="Arial" w:cs="Arial"/>
                <w:sz w:val="18"/>
                <w:szCs w:val="18"/>
              </w:rPr>
              <w:t>. osoba podnikající (záměr souvisí s její podnik. činností)</w:t>
            </w:r>
          </w:p>
        </w:tc>
        <w:tc>
          <w:tcPr>
            <w:tcW w:w="1504" w:type="dxa"/>
            <w:vAlign w:val="center"/>
          </w:tcPr>
          <w:p w14:paraId="0B21BC94" w14:textId="06C3E8E8" w:rsidR="00620777" w:rsidRPr="00F744E7" w:rsidRDefault="00620777" w:rsidP="00070B5F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  <w:r w:rsidRPr="00F744E7">
              <w:rPr>
                <w:rFonts w:ascii="Arial" w:hAnsi="Arial" w:cs="Arial"/>
                <w:sz w:val="18"/>
                <w:szCs w:val="18"/>
              </w:rPr>
              <w:t>Právnická osoba</w:t>
            </w:r>
            <w:r w:rsidR="00070B5F" w:rsidRPr="00F744E7">
              <w:rPr>
                <w:rStyle w:val="Znakapoznpodarou"/>
                <w:rFonts w:ascii="Arial" w:hAnsi="Arial" w:cs="Arial"/>
                <w:sz w:val="18"/>
                <w:szCs w:val="18"/>
              </w:rPr>
              <w:footnoteReference w:id="1"/>
            </w:r>
          </w:p>
        </w:tc>
      </w:tr>
      <w:tr w:rsidR="00D16665" w:rsidRPr="00B0244D" w14:paraId="5B558E5F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0BA489E4" w14:textId="6D32D784" w:rsidR="00AE629E" w:rsidRDefault="00AE629E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Vlastník/správce/</w:t>
            </w:r>
            <w:r w:rsidR="00075C7A">
              <w:rPr>
                <w:rFonts w:ascii="Arial" w:hAnsi="Arial" w:cs="Arial"/>
                <w:sz w:val="20"/>
                <w:szCs w:val="20"/>
              </w:rPr>
              <w:t>uživatel</w:t>
            </w:r>
            <w:r w:rsidR="0076339C">
              <w:rPr>
                <w:rFonts w:ascii="Arial" w:hAnsi="Arial" w:cs="Arial"/>
                <w:sz w:val="20"/>
                <w:szCs w:val="20"/>
              </w:rPr>
              <w:t>/zmocněnec</w:t>
            </w:r>
          </w:p>
          <w:p w14:paraId="424AAA0C" w14:textId="77777777" w:rsidR="00AE629E" w:rsidRPr="00B0244D" w:rsidRDefault="00AE629E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(jméno, příjmení/n</w:t>
            </w:r>
            <w:r w:rsidR="000E503F" w:rsidRPr="00B0244D">
              <w:rPr>
                <w:rFonts w:ascii="Arial" w:hAnsi="Arial" w:cs="Arial"/>
                <w:sz w:val="20"/>
                <w:szCs w:val="20"/>
              </w:rPr>
              <w:t>ázev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5488" w:type="dxa"/>
            <w:gridSpan w:val="4"/>
            <w:vAlign w:val="center"/>
          </w:tcPr>
          <w:p w14:paraId="4CAA5332" w14:textId="77777777" w:rsidR="005248A4" w:rsidRDefault="005248A4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EF29547" w14:textId="035F7DA8" w:rsidR="000E503F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ATELIER ALFA, spol. s r.o.</w:t>
            </w:r>
          </w:p>
        </w:tc>
      </w:tr>
      <w:tr w:rsidR="0076339C" w:rsidRPr="00B0244D" w14:paraId="0E9DE8C4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7C43BA95" w14:textId="1298D0F5" w:rsidR="0076339C" w:rsidRDefault="0076339C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Adresa trvalého</w:t>
            </w:r>
            <w:r w:rsidRPr="00B0244D">
              <w:rPr>
                <w:rFonts w:ascii="Arial" w:hAnsi="Arial" w:cs="Arial"/>
                <w:sz w:val="20"/>
                <w:szCs w:val="20"/>
              </w:rPr>
              <w:t xml:space="preserve"> pobytu/</w:t>
            </w:r>
            <w:r w:rsidR="00075C7A">
              <w:rPr>
                <w:rFonts w:ascii="Arial" w:hAnsi="Arial" w:cs="Arial"/>
                <w:sz w:val="20"/>
                <w:szCs w:val="20"/>
              </w:rPr>
              <w:t>s</w:t>
            </w:r>
            <w:r w:rsidRPr="00B0244D">
              <w:rPr>
                <w:rFonts w:ascii="Arial" w:hAnsi="Arial" w:cs="Arial"/>
                <w:sz w:val="20"/>
                <w:szCs w:val="20"/>
              </w:rPr>
              <w:t>ídlo</w:t>
            </w:r>
            <w:r w:rsidR="00075C7A">
              <w:rPr>
                <w:rFonts w:ascii="Arial" w:hAnsi="Arial" w:cs="Arial"/>
                <w:sz w:val="20"/>
                <w:szCs w:val="20"/>
              </w:rPr>
              <w:t xml:space="preserve"> společnosti</w:t>
            </w:r>
          </w:p>
        </w:tc>
        <w:tc>
          <w:tcPr>
            <w:tcW w:w="5488" w:type="dxa"/>
            <w:gridSpan w:val="4"/>
            <w:vAlign w:val="center"/>
          </w:tcPr>
          <w:p w14:paraId="16C71C98" w14:textId="77777777" w:rsidR="008C22D0" w:rsidRDefault="008C22D0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D59F1CB" w14:textId="421CBB5A" w:rsidR="008C22D0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Brněnská 563/48, 58601 Jihlava</w:t>
            </w:r>
          </w:p>
        </w:tc>
      </w:tr>
      <w:tr w:rsidR="00D16665" w:rsidRPr="00B0244D" w14:paraId="55A6448C" w14:textId="77777777" w:rsidTr="00F744E7">
        <w:trPr>
          <w:trHeight w:val="407"/>
        </w:trPr>
        <w:tc>
          <w:tcPr>
            <w:tcW w:w="3574" w:type="dxa"/>
            <w:vAlign w:val="center"/>
          </w:tcPr>
          <w:p w14:paraId="5AF76FE2" w14:textId="77777777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Doručovací adresa, je-li odlišná</w:t>
            </w:r>
          </w:p>
        </w:tc>
        <w:tc>
          <w:tcPr>
            <w:tcW w:w="5488" w:type="dxa"/>
            <w:gridSpan w:val="4"/>
            <w:vAlign w:val="center"/>
          </w:tcPr>
          <w:p w14:paraId="618C1248" w14:textId="77777777" w:rsidR="00D16665" w:rsidRPr="00B0244D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6665" w:rsidRPr="00B0244D" w14:paraId="5BFEAEF3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66A09A61" w14:textId="77777777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Datum narození/IČ</w:t>
            </w:r>
          </w:p>
        </w:tc>
        <w:tc>
          <w:tcPr>
            <w:tcW w:w="5488" w:type="dxa"/>
            <w:gridSpan w:val="4"/>
            <w:vAlign w:val="center"/>
          </w:tcPr>
          <w:p w14:paraId="3A4F6E2E" w14:textId="382C4B75" w:rsidR="00D16665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442A69E" w14:textId="78450DA3" w:rsidR="000E503F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18197621</w:t>
            </w:r>
          </w:p>
        </w:tc>
      </w:tr>
      <w:tr w:rsidR="00D16665" w:rsidRPr="00B0244D" w14:paraId="15369D4A" w14:textId="77777777" w:rsidTr="0037682F">
        <w:trPr>
          <w:trHeight w:val="486"/>
        </w:trPr>
        <w:tc>
          <w:tcPr>
            <w:tcW w:w="3574" w:type="dxa"/>
            <w:vAlign w:val="center"/>
          </w:tcPr>
          <w:p w14:paraId="5F4DA4A3" w14:textId="0C0D47FE" w:rsidR="000E12D7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Kontakt (tel., e-mail)</w:t>
            </w:r>
          </w:p>
        </w:tc>
        <w:tc>
          <w:tcPr>
            <w:tcW w:w="5488" w:type="dxa"/>
            <w:gridSpan w:val="4"/>
            <w:vAlign w:val="center"/>
          </w:tcPr>
          <w:p w14:paraId="063E0AF2" w14:textId="045C2AAC" w:rsidR="000E503F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+420 603 502 467, atelier.alfa@ji.cz</w:t>
            </w:r>
          </w:p>
        </w:tc>
      </w:tr>
      <w:tr w:rsidR="006266BE" w:rsidRPr="00B0244D" w14:paraId="3AC9B2DB" w14:textId="77777777" w:rsidTr="00075C7A">
        <w:trPr>
          <w:trHeight w:val="407"/>
        </w:trPr>
        <w:tc>
          <w:tcPr>
            <w:tcW w:w="5526" w:type="dxa"/>
            <w:gridSpan w:val="2"/>
            <w:vAlign w:val="center"/>
          </w:tcPr>
          <w:p w14:paraId="29F7E42F" w14:textId="0C302F41" w:rsidR="006266BE" w:rsidRPr="00B0244D" w:rsidRDefault="00075C7A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Ž</w:t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ádost o doručování na el.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 w:rsidR="006266BE">
              <w:rPr>
                <w:rFonts w:ascii="Arial" w:hAnsi="Arial" w:cs="Arial"/>
                <w:sz w:val="20"/>
                <w:szCs w:val="20"/>
              </w:rPr>
              <w:t>dresu</w:t>
            </w:r>
            <w:r>
              <w:rPr>
                <w:rFonts w:ascii="Arial" w:hAnsi="Arial" w:cs="Arial"/>
                <w:sz w:val="20"/>
                <w:szCs w:val="20"/>
              </w:rPr>
              <w:t xml:space="preserve">, email </w:t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v průběhu řízení </w:t>
            </w:r>
            <w:r w:rsidR="00070B5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2"/>
            </w:r>
            <w:r w:rsidR="006266BE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</w:tc>
        <w:tc>
          <w:tcPr>
            <w:tcW w:w="1840" w:type="dxa"/>
            <w:vAlign w:val="center"/>
          </w:tcPr>
          <w:p w14:paraId="25F99C71" w14:textId="5A8AB94E" w:rsidR="006266BE" w:rsidRPr="0037682F" w:rsidRDefault="00075C7A" w:rsidP="00075C7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7682F">
              <w:rPr>
                <w:rFonts w:ascii="Arial" w:hAnsi="Arial" w:cs="Arial"/>
                <w:b/>
                <w:bCs/>
                <w:sz w:val="20"/>
                <w:szCs w:val="20"/>
              </w:rPr>
              <w:t>ANO</w:t>
            </w:r>
          </w:p>
        </w:tc>
        <w:tc>
          <w:tcPr>
            <w:tcW w:w="1696" w:type="dxa"/>
            <w:gridSpan w:val="2"/>
            <w:vAlign w:val="center"/>
          </w:tcPr>
          <w:p w14:paraId="4C858EF2" w14:textId="20C8E9B6" w:rsidR="006266BE" w:rsidRPr="0037682F" w:rsidRDefault="00075C7A" w:rsidP="00075C7A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7682F">
              <w:rPr>
                <w:rFonts w:ascii="Arial" w:hAnsi="Arial" w:cs="Arial"/>
                <w:strike/>
                <w:sz w:val="20"/>
                <w:szCs w:val="20"/>
              </w:rPr>
              <w:t>NE</w:t>
            </w:r>
          </w:p>
        </w:tc>
      </w:tr>
      <w:tr w:rsidR="00D16665" w:rsidRPr="00B0244D" w14:paraId="3100A52C" w14:textId="77777777" w:rsidTr="00F744E7">
        <w:trPr>
          <w:trHeight w:val="420"/>
        </w:trPr>
        <w:tc>
          <w:tcPr>
            <w:tcW w:w="3574" w:type="dxa"/>
            <w:vAlign w:val="center"/>
          </w:tcPr>
          <w:p w14:paraId="6B3CDC46" w14:textId="134BE506" w:rsidR="00D16665" w:rsidRPr="00B0244D" w:rsidRDefault="000E503F" w:rsidP="006266B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Oprávněná osoba u práv. osob (st</w:t>
            </w:r>
            <w:r w:rsidR="00BC0943">
              <w:rPr>
                <w:rFonts w:ascii="Arial" w:hAnsi="Arial" w:cs="Arial"/>
                <w:sz w:val="20"/>
                <w:szCs w:val="20"/>
              </w:rPr>
              <w:t xml:space="preserve">atutární </w:t>
            </w:r>
            <w:r w:rsidRPr="00B0244D">
              <w:rPr>
                <w:rFonts w:ascii="Arial" w:hAnsi="Arial" w:cs="Arial"/>
                <w:sz w:val="20"/>
                <w:szCs w:val="20"/>
              </w:rPr>
              <w:t>orgán)</w:t>
            </w:r>
          </w:p>
        </w:tc>
        <w:tc>
          <w:tcPr>
            <w:tcW w:w="5488" w:type="dxa"/>
            <w:gridSpan w:val="4"/>
            <w:vAlign w:val="center"/>
          </w:tcPr>
          <w:p w14:paraId="49FF5E72" w14:textId="77777777" w:rsidR="00D16665" w:rsidRDefault="00D16665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8DB52B5" w14:textId="177DC1D5" w:rsidR="008C22D0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Ing. Slavomír Langmajer, jednatel</w:t>
            </w:r>
          </w:p>
        </w:tc>
      </w:tr>
    </w:tbl>
    <w:p w14:paraId="6291679B" w14:textId="430F920B" w:rsidR="002D52B9" w:rsidRPr="00020BC8" w:rsidRDefault="006636F3" w:rsidP="00020BC8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žadatelem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všichni vlastníci, případně správce či uživatel dotčené nemovitosti (tento vztah </w:t>
      </w:r>
      <w:r>
        <w:rPr>
          <w:rFonts w:ascii="Arial" w:hAnsi="Arial" w:cs="Arial"/>
          <w:color w:val="000000"/>
          <w:sz w:val="16"/>
          <w:szCs w:val="16"/>
        </w:rPr>
        <w:t>nutno doložit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</w:t>
      </w:r>
      <w:r>
        <w:rPr>
          <w:rFonts w:ascii="Arial" w:hAnsi="Arial" w:cs="Arial"/>
          <w:color w:val="000000"/>
          <w:sz w:val="16"/>
          <w:szCs w:val="16"/>
        </w:rPr>
        <w:t>–</w:t>
      </w:r>
      <w:r w:rsidRPr="006636F3">
        <w:rPr>
          <w:rFonts w:ascii="Arial" w:hAnsi="Arial" w:cs="Arial"/>
          <w:color w:val="000000"/>
          <w:sz w:val="16"/>
          <w:szCs w:val="16"/>
        </w:rPr>
        <w:t xml:space="preserve"> n</w:t>
      </w:r>
      <w:r>
        <w:rPr>
          <w:rFonts w:ascii="Arial" w:hAnsi="Arial" w:cs="Arial"/>
          <w:color w:val="000000"/>
          <w:sz w:val="16"/>
          <w:szCs w:val="16"/>
        </w:rPr>
        <w:t>apř. nájemní smlouvou</w:t>
      </w:r>
      <w:r w:rsidR="00020BC8">
        <w:rPr>
          <w:rFonts w:ascii="Arial" w:hAnsi="Arial" w:cs="Arial"/>
          <w:color w:val="000000"/>
          <w:sz w:val="16"/>
          <w:szCs w:val="16"/>
        </w:rPr>
        <w:t>, plnou mocí</w:t>
      </w:r>
      <w:r>
        <w:rPr>
          <w:rFonts w:ascii="Arial" w:hAnsi="Arial" w:cs="Arial"/>
          <w:color w:val="000000"/>
          <w:sz w:val="16"/>
          <w:szCs w:val="16"/>
        </w:rPr>
        <w:t>); pokud více žadatelů, nutno uvést na samostatném listu</w:t>
      </w:r>
    </w:p>
    <w:p w14:paraId="7F409B3E" w14:textId="77777777" w:rsidR="000E503F" w:rsidRPr="00F147DC" w:rsidRDefault="00F147DC">
      <w:pPr>
        <w:rPr>
          <w:rFonts w:ascii="Arial" w:hAnsi="Arial" w:cs="Arial"/>
          <w:b/>
          <w:sz w:val="20"/>
          <w:szCs w:val="20"/>
        </w:rPr>
      </w:pPr>
      <w:r w:rsidRPr="00F147DC">
        <w:rPr>
          <w:rFonts w:ascii="Arial" w:hAnsi="Arial" w:cs="Arial"/>
          <w:b/>
          <w:sz w:val="20"/>
          <w:szCs w:val="20"/>
        </w:rPr>
        <w:t>Nemovitost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9"/>
        <w:gridCol w:w="1314"/>
        <w:gridCol w:w="1315"/>
        <w:gridCol w:w="1314"/>
        <w:gridCol w:w="1315"/>
        <w:gridCol w:w="1315"/>
      </w:tblGrid>
      <w:tr w:rsidR="00020BC8" w:rsidRPr="00B0244D" w14:paraId="06FBEC79" w14:textId="77777777" w:rsidTr="00020BC8">
        <w:trPr>
          <w:trHeight w:val="236"/>
        </w:trPr>
        <w:tc>
          <w:tcPr>
            <w:tcW w:w="2489" w:type="dxa"/>
          </w:tcPr>
          <w:p w14:paraId="6C90A171" w14:textId="675D9EC2" w:rsidR="00020BC8" w:rsidRPr="00B0244D" w:rsidRDefault="00020BC8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Umístění objektu</w:t>
            </w:r>
            <w:r w:rsidR="00070B5F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3"/>
            </w:r>
          </w:p>
        </w:tc>
        <w:tc>
          <w:tcPr>
            <w:tcW w:w="1314" w:type="dxa"/>
            <w:vAlign w:val="center"/>
          </w:tcPr>
          <w:p w14:paraId="293E4440" w14:textId="01DA5DEE" w:rsidR="00020BC8" w:rsidRPr="00BC0943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C0943">
              <w:rPr>
                <w:rFonts w:ascii="Arial" w:hAnsi="Arial" w:cs="Arial"/>
                <w:b/>
                <w:bCs/>
                <w:sz w:val="20"/>
                <w:szCs w:val="20"/>
              </w:rPr>
              <w:t>MPR</w:t>
            </w:r>
          </w:p>
        </w:tc>
        <w:tc>
          <w:tcPr>
            <w:tcW w:w="1315" w:type="dxa"/>
            <w:vAlign w:val="center"/>
          </w:tcPr>
          <w:p w14:paraId="54CD228A" w14:textId="4F4F4AF7" w:rsidR="00020BC8" w:rsidRPr="0037682F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7682F">
              <w:rPr>
                <w:rFonts w:ascii="Arial" w:hAnsi="Arial" w:cs="Arial"/>
                <w:strike/>
                <w:sz w:val="20"/>
                <w:szCs w:val="20"/>
              </w:rPr>
              <w:t>OP MPR</w:t>
            </w:r>
          </w:p>
        </w:tc>
        <w:tc>
          <w:tcPr>
            <w:tcW w:w="1314" w:type="dxa"/>
            <w:vAlign w:val="center"/>
          </w:tcPr>
          <w:p w14:paraId="5CB2F96C" w14:textId="4235E80B" w:rsidR="00020BC8" w:rsidRPr="0037682F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7682F">
              <w:rPr>
                <w:rFonts w:ascii="Arial" w:hAnsi="Arial" w:cs="Arial"/>
                <w:strike/>
                <w:sz w:val="20"/>
                <w:szCs w:val="20"/>
              </w:rPr>
              <w:t>MPZ</w:t>
            </w:r>
          </w:p>
        </w:tc>
        <w:tc>
          <w:tcPr>
            <w:tcW w:w="1315" w:type="dxa"/>
            <w:vAlign w:val="center"/>
          </w:tcPr>
          <w:p w14:paraId="591796A6" w14:textId="11AFF39F" w:rsidR="00020BC8" w:rsidRPr="0037682F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7682F">
              <w:rPr>
                <w:rFonts w:ascii="Arial" w:hAnsi="Arial" w:cs="Arial"/>
                <w:strike/>
                <w:sz w:val="20"/>
                <w:szCs w:val="20"/>
              </w:rPr>
              <w:t>OPMPZ</w:t>
            </w:r>
          </w:p>
        </w:tc>
        <w:tc>
          <w:tcPr>
            <w:tcW w:w="1315" w:type="dxa"/>
            <w:vAlign w:val="center"/>
          </w:tcPr>
          <w:p w14:paraId="038E5913" w14:textId="315213E8" w:rsidR="00020BC8" w:rsidRPr="0037682F" w:rsidRDefault="00020BC8" w:rsidP="00020BC8">
            <w:pPr>
              <w:spacing w:after="0" w:line="240" w:lineRule="auto"/>
              <w:jc w:val="center"/>
              <w:rPr>
                <w:rFonts w:ascii="Arial" w:hAnsi="Arial" w:cs="Arial"/>
                <w:strike/>
                <w:sz w:val="20"/>
                <w:szCs w:val="20"/>
              </w:rPr>
            </w:pPr>
            <w:r w:rsidRPr="0037682F">
              <w:rPr>
                <w:rFonts w:ascii="Arial" w:hAnsi="Arial" w:cs="Arial"/>
                <w:strike/>
                <w:sz w:val="20"/>
                <w:szCs w:val="20"/>
              </w:rPr>
              <w:t>ORP</w:t>
            </w:r>
          </w:p>
        </w:tc>
      </w:tr>
      <w:tr w:rsidR="00F147DC" w:rsidRPr="00B0244D" w14:paraId="7541D87F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09AB84C6" w14:textId="2042F076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Typ objektu (dům, kostel, most</w:t>
            </w:r>
            <w:r w:rsidR="00020BC8">
              <w:rPr>
                <w:rFonts w:ascii="Arial" w:hAnsi="Arial" w:cs="Arial"/>
                <w:sz w:val="20"/>
                <w:szCs w:val="20"/>
              </w:rPr>
              <w:t>, kaple, boží muka</w:t>
            </w:r>
            <w:r w:rsidRPr="00B0244D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573" w:type="dxa"/>
            <w:gridSpan w:val="5"/>
            <w:vAlign w:val="center"/>
          </w:tcPr>
          <w:p w14:paraId="141156DB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83DC880" w14:textId="502DE4B3" w:rsidR="00851B3A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dům</w:t>
            </w:r>
          </w:p>
        </w:tc>
      </w:tr>
      <w:tr w:rsidR="00F147DC" w:rsidRPr="00B0244D" w14:paraId="79A0CE78" w14:textId="77777777" w:rsidTr="00F744E7">
        <w:trPr>
          <w:trHeight w:val="332"/>
        </w:trPr>
        <w:tc>
          <w:tcPr>
            <w:tcW w:w="2489" w:type="dxa"/>
            <w:vAlign w:val="center"/>
          </w:tcPr>
          <w:p w14:paraId="7A1B8608" w14:textId="22C0E9DC" w:rsidR="00F147DC" w:rsidRPr="00B0244D" w:rsidRDefault="0076339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Město</w:t>
            </w:r>
            <w:r w:rsidR="008C1E37">
              <w:rPr>
                <w:rFonts w:ascii="Arial" w:hAnsi="Arial" w:cs="Arial"/>
                <w:sz w:val="20"/>
                <w:szCs w:val="20"/>
              </w:rPr>
              <w:t>/obec</w:t>
            </w:r>
          </w:p>
        </w:tc>
        <w:tc>
          <w:tcPr>
            <w:tcW w:w="6573" w:type="dxa"/>
            <w:gridSpan w:val="5"/>
            <w:vAlign w:val="center"/>
          </w:tcPr>
          <w:p w14:paraId="0CF1D187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3FFDBD2" w14:textId="0B053B20" w:rsidR="00851B3A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</w:tr>
      <w:tr w:rsidR="00F147DC" w:rsidRPr="00B0244D" w14:paraId="6FB550A6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291DC0DD" w14:textId="77777777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Ulice, č. orientační</w:t>
            </w:r>
          </w:p>
        </w:tc>
        <w:tc>
          <w:tcPr>
            <w:tcW w:w="6573" w:type="dxa"/>
            <w:gridSpan w:val="5"/>
            <w:vAlign w:val="center"/>
          </w:tcPr>
          <w:p w14:paraId="757CAE15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B2F46A0" w14:textId="78B0F43A" w:rsidR="00851B3A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Divadelní 4</w:t>
            </w:r>
          </w:p>
        </w:tc>
      </w:tr>
      <w:tr w:rsidR="00F147DC" w:rsidRPr="00B0244D" w14:paraId="12EB4275" w14:textId="77777777" w:rsidTr="00F744E7">
        <w:trPr>
          <w:trHeight w:val="393"/>
        </w:trPr>
        <w:tc>
          <w:tcPr>
            <w:tcW w:w="2489" w:type="dxa"/>
            <w:vAlign w:val="center"/>
          </w:tcPr>
          <w:p w14:paraId="19E3D90F" w14:textId="77777777" w:rsidR="00F147DC" w:rsidRPr="00B0244D" w:rsidRDefault="00F147D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Číslo popisné</w:t>
            </w:r>
          </w:p>
        </w:tc>
        <w:tc>
          <w:tcPr>
            <w:tcW w:w="6573" w:type="dxa"/>
            <w:gridSpan w:val="5"/>
            <w:vAlign w:val="center"/>
          </w:tcPr>
          <w:p w14:paraId="550AC587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948A4E9" w14:textId="2AFAD10A" w:rsidR="00851B3A" w:rsidRPr="00B0244D" w:rsidRDefault="0037682F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1365</w:t>
            </w:r>
          </w:p>
        </w:tc>
      </w:tr>
      <w:tr w:rsidR="00F147DC" w:rsidRPr="00B0244D" w14:paraId="13DA1973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666144BD" w14:textId="77777777" w:rsidR="00F147DC" w:rsidRPr="00B0244D" w:rsidRDefault="00851B3A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Číslo parcelní</w:t>
            </w:r>
          </w:p>
        </w:tc>
        <w:tc>
          <w:tcPr>
            <w:tcW w:w="6573" w:type="dxa"/>
            <w:gridSpan w:val="5"/>
            <w:vAlign w:val="center"/>
          </w:tcPr>
          <w:p w14:paraId="3C96F661" w14:textId="77777777" w:rsidR="00F147DC" w:rsidRPr="00B0244D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676BA6A" w14:textId="0E1A1A16" w:rsidR="00851B3A" w:rsidRPr="00B0244D" w:rsidRDefault="00684247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2820</w:t>
            </w:r>
          </w:p>
        </w:tc>
      </w:tr>
      <w:tr w:rsidR="0076339C" w:rsidRPr="00B0244D" w14:paraId="6D8C1C2F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310F194F" w14:textId="77777777" w:rsidR="0076339C" w:rsidRPr="00B0244D" w:rsidRDefault="0076339C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Katastrální území</w:t>
            </w:r>
          </w:p>
        </w:tc>
        <w:tc>
          <w:tcPr>
            <w:tcW w:w="6573" w:type="dxa"/>
            <w:gridSpan w:val="5"/>
            <w:vAlign w:val="center"/>
          </w:tcPr>
          <w:p w14:paraId="7996C929" w14:textId="77777777" w:rsidR="0076339C" w:rsidRDefault="0076339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2B4ABEF2" w14:textId="6E015477" w:rsidR="008C22D0" w:rsidRPr="00B0244D" w:rsidRDefault="00684247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Jihlava</w:t>
            </w:r>
          </w:p>
        </w:tc>
      </w:tr>
      <w:tr w:rsidR="00F147DC" w:rsidRPr="00B0244D" w14:paraId="2CD2F1C3" w14:textId="77777777" w:rsidTr="00F744E7">
        <w:trPr>
          <w:trHeight w:val="407"/>
        </w:trPr>
        <w:tc>
          <w:tcPr>
            <w:tcW w:w="2489" w:type="dxa"/>
            <w:vAlign w:val="center"/>
          </w:tcPr>
          <w:p w14:paraId="332221D9" w14:textId="47F6C55C" w:rsidR="00F147DC" w:rsidRPr="00B0244D" w:rsidRDefault="00BC0943" w:rsidP="00020BC8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ÚSKP ČR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rejstř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 č.</w:t>
            </w:r>
          </w:p>
        </w:tc>
        <w:tc>
          <w:tcPr>
            <w:tcW w:w="6573" w:type="dxa"/>
            <w:gridSpan w:val="5"/>
            <w:vAlign w:val="center"/>
          </w:tcPr>
          <w:p w14:paraId="2355C927" w14:textId="77777777" w:rsidR="00F147DC" w:rsidRDefault="00F147D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F795587" w14:textId="5CF0F3EA" w:rsidR="002C7AEC" w:rsidRPr="002C7AEC" w:rsidRDefault="002C7AEC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39197E3" w14:textId="77777777" w:rsidR="000E12D7" w:rsidRDefault="000E12D7" w:rsidP="002D52B9">
      <w:pPr>
        <w:rPr>
          <w:rFonts w:ascii="Arial" w:hAnsi="Arial" w:cs="Arial"/>
          <w:sz w:val="20"/>
          <w:szCs w:val="20"/>
        </w:rPr>
      </w:pPr>
    </w:p>
    <w:p w14:paraId="737CB554" w14:textId="77777777" w:rsidR="002D52B9" w:rsidRPr="00A66C96" w:rsidRDefault="002D52B9" w:rsidP="002D52B9">
      <w:pPr>
        <w:rPr>
          <w:rFonts w:ascii="Arial" w:hAnsi="Arial" w:cs="Arial"/>
          <w:b/>
          <w:sz w:val="20"/>
          <w:szCs w:val="20"/>
        </w:rPr>
      </w:pPr>
      <w:r w:rsidRPr="00A66C96">
        <w:rPr>
          <w:rFonts w:ascii="Arial" w:hAnsi="Arial" w:cs="Arial"/>
          <w:b/>
          <w:sz w:val="20"/>
          <w:szCs w:val="20"/>
        </w:rPr>
        <w:t>Další účastníci řízení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94"/>
        <w:gridCol w:w="4579"/>
        <w:gridCol w:w="1989"/>
      </w:tblGrid>
      <w:tr w:rsidR="002D52B9" w:rsidRPr="00B0244D" w14:paraId="476FCCB6" w14:textId="77777777" w:rsidTr="00AE629E">
        <w:tc>
          <w:tcPr>
            <w:tcW w:w="2518" w:type="dxa"/>
          </w:tcPr>
          <w:p w14:paraId="12455DDD" w14:textId="357C2002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Jméno</w:t>
            </w:r>
            <w:r w:rsidR="00BC0943">
              <w:rPr>
                <w:rFonts w:ascii="Arial" w:hAnsi="Arial" w:cs="Arial"/>
                <w:sz w:val="20"/>
                <w:szCs w:val="20"/>
              </w:rPr>
              <w:t>/příjmení</w:t>
            </w:r>
          </w:p>
        </w:tc>
        <w:tc>
          <w:tcPr>
            <w:tcW w:w="4678" w:type="dxa"/>
          </w:tcPr>
          <w:p w14:paraId="0A2EB4FD" w14:textId="77777777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2016" w:type="dxa"/>
          </w:tcPr>
          <w:p w14:paraId="3CE20F40" w14:textId="77777777" w:rsidR="002D52B9" w:rsidRPr="00B0244D" w:rsidRDefault="002D52B9" w:rsidP="00B0244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244D">
              <w:rPr>
                <w:rFonts w:ascii="Arial" w:hAnsi="Arial" w:cs="Arial"/>
                <w:sz w:val="20"/>
                <w:szCs w:val="20"/>
              </w:rPr>
              <w:t>Datum narození</w:t>
            </w:r>
          </w:p>
        </w:tc>
      </w:tr>
      <w:tr w:rsidR="002D52B9" w:rsidRPr="00B0244D" w14:paraId="4D73777D" w14:textId="77777777" w:rsidTr="00F744E7">
        <w:tc>
          <w:tcPr>
            <w:tcW w:w="2518" w:type="dxa"/>
            <w:vAlign w:val="center"/>
          </w:tcPr>
          <w:p w14:paraId="270D4061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426B900C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3381E8C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19CC4B5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2B9" w:rsidRPr="00B0244D" w14:paraId="77201339" w14:textId="77777777" w:rsidTr="00F744E7">
        <w:tc>
          <w:tcPr>
            <w:tcW w:w="2518" w:type="dxa"/>
            <w:vAlign w:val="center"/>
          </w:tcPr>
          <w:p w14:paraId="61BBCE4D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7CE63C48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27A38DF8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488A27A7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D52B9" w:rsidRPr="00B0244D" w14:paraId="27474FED" w14:textId="77777777" w:rsidTr="00F744E7">
        <w:tc>
          <w:tcPr>
            <w:tcW w:w="2518" w:type="dxa"/>
            <w:vAlign w:val="center"/>
          </w:tcPr>
          <w:p w14:paraId="248E5E94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04CF2AC3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678" w:type="dxa"/>
            <w:vAlign w:val="center"/>
          </w:tcPr>
          <w:p w14:paraId="1AA829E6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6" w:type="dxa"/>
            <w:vAlign w:val="center"/>
          </w:tcPr>
          <w:p w14:paraId="405C12BA" w14:textId="77777777" w:rsidR="002D52B9" w:rsidRPr="00B0244D" w:rsidRDefault="002D52B9" w:rsidP="00F744E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5D1EF37" w14:textId="77777777" w:rsidR="000E12D7" w:rsidRDefault="000E12D7">
      <w:pPr>
        <w:rPr>
          <w:rFonts w:ascii="Arial" w:hAnsi="Arial" w:cs="Arial"/>
          <w:b/>
          <w:sz w:val="20"/>
          <w:szCs w:val="20"/>
        </w:rPr>
      </w:pPr>
    </w:p>
    <w:p w14:paraId="11D3130F" w14:textId="177739A2" w:rsidR="00F03DE2" w:rsidRPr="00F03DE2" w:rsidRDefault="00F03DE2">
      <w:pPr>
        <w:rPr>
          <w:rFonts w:ascii="Arial" w:hAnsi="Arial" w:cs="Arial"/>
          <w:b/>
          <w:sz w:val="20"/>
          <w:szCs w:val="20"/>
        </w:rPr>
      </w:pPr>
      <w:r w:rsidRPr="00F03DE2">
        <w:rPr>
          <w:rFonts w:ascii="Arial" w:hAnsi="Arial" w:cs="Arial"/>
          <w:b/>
          <w:sz w:val="20"/>
          <w:szCs w:val="20"/>
        </w:rPr>
        <w:t>Předmět žádosti</w:t>
      </w:r>
      <w:r w:rsidR="00070B5F">
        <w:rPr>
          <w:rStyle w:val="Znakapoznpodarou"/>
          <w:rFonts w:ascii="Arial" w:hAnsi="Arial" w:cs="Arial"/>
          <w:b/>
          <w:sz w:val="20"/>
          <w:szCs w:val="20"/>
        </w:rPr>
        <w:footnoteReference w:id="4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F03DE2" w:rsidRPr="00B0244D" w14:paraId="2A2E150B" w14:textId="77777777" w:rsidTr="00070B5F">
        <w:trPr>
          <w:trHeight w:val="2376"/>
        </w:trPr>
        <w:tc>
          <w:tcPr>
            <w:tcW w:w="9062" w:type="dxa"/>
          </w:tcPr>
          <w:p w14:paraId="0F990217" w14:textId="77777777" w:rsidR="00F03DE2" w:rsidRDefault="00F03DE2" w:rsidP="00307D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8EE683" w14:textId="5A75D62E" w:rsidR="00684247" w:rsidRPr="00742B46" w:rsidRDefault="00684247" w:rsidP="00307DF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Nové zřízení vstupních dveří místo okna, požadavek HZS pro další využití prostor pro venkovní scénu HDJ. </w:t>
            </w:r>
          </w:p>
        </w:tc>
      </w:tr>
    </w:tbl>
    <w:p w14:paraId="1AA40BD2" w14:textId="1540F1D1" w:rsidR="00070B5F" w:rsidRDefault="00070B5F" w:rsidP="00070B5F">
      <w:pPr>
        <w:spacing w:after="0"/>
        <w:contextualSpacing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Nutno konkrétně a jednoznačně specifikovat záměr: rozsah stavebních prací (nová stavba, změna stavby, udržovací práce, terénní úpravy, umístění či odstranění zařízení, úprava dřevin…), navrhované materiály, barevnost, rozměry atd.; včetně citace přiložené dokumentace (autor, název, datum)</w:t>
      </w:r>
    </w:p>
    <w:p w14:paraId="0D4FEA2E" w14:textId="77777777" w:rsidR="002D52B9" w:rsidRDefault="002D52B9">
      <w:pPr>
        <w:rPr>
          <w:rFonts w:ascii="Arial" w:hAnsi="Arial" w:cs="Arial"/>
          <w:sz w:val="20"/>
          <w:szCs w:val="20"/>
        </w:rPr>
      </w:pPr>
    </w:p>
    <w:p w14:paraId="4DD7A9B2" w14:textId="77777777" w:rsidR="00DB20E0" w:rsidRPr="002D52B9" w:rsidRDefault="002D52B9">
      <w:pPr>
        <w:rPr>
          <w:rFonts w:ascii="Arial" w:hAnsi="Arial" w:cs="Arial"/>
          <w:b/>
          <w:sz w:val="20"/>
          <w:szCs w:val="20"/>
        </w:rPr>
      </w:pPr>
      <w:r w:rsidRPr="002D52B9">
        <w:rPr>
          <w:rFonts w:ascii="Arial" w:hAnsi="Arial" w:cs="Arial"/>
          <w:b/>
          <w:sz w:val="20"/>
          <w:szCs w:val="20"/>
        </w:rPr>
        <w:t>Popis současného stavu s uvedením závad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2D52B9" w:rsidRPr="00B0244D" w14:paraId="45B1ABEE" w14:textId="77777777" w:rsidTr="00B0244D">
        <w:trPr>
          <w:trHeight w:val="1360"/>
        </w:trPr>
        <w:tc>
          <w:tcPr>
            <w:tcW w:w="9182" w:type="dxa"/>
          </w:tcPr>
          <w:p w14:paraId="6595FA56" w14:textId="57566A28" w:rsidR="002D52B9" w:rsidRPr="002C7AEC" w:rsidRDefault="002D52B9" w:rsidP="002C7AEC">
            <w:pPr>
              <w:spacing w:line="240" w:lineRule="auto"/>
              <w:jc w:val="both"/>
              <w:rPr>
                <w:rFonts w:ascii="Arial" w:hAnsi="Arial" w:cs="Arial"/>
                <w:iCs/>
                <w:sz w:val="20"/>
                <w:szCs w:val="20"/>
              </w:rPr>
            </w:pPr>
          </w:p>
        </w:tc>
      </w:tr>
    </w:tbl>
    <w:p w14:paraId="2670A545" w14:textId="77777777" w:rsidR="00CD58C8" w:rsidRDefault="00CD58C8">
      <w:pPr>
        <w:rPr>
          <w:rFonts w:ascii="Arial" w:hAnsi="Arial" w:cs="Arial"/>
          <w:b/>
          <w:sz w:val="20"/>
          <w:szCs w:val="20"/>
        </w:rPr>
      </w:pPr>
    </w:p>
    <w:p w14:paraId="4A810D13" w14:textId="77777777" w:rsidR="002D52B9" w:rsidRPr="003C5795" w:rsidRDefault="003C5795">
      <w:pPr>
        <w:rPr>
          <w:rFonts w:ascii="Arial" w:hAnsi="Arial" w:cs="Arial"/>
          <w:b/>
          <w:sz w:val="20"/>
          <w:szCs w:val="20"/>
        </w:rPr>
      </w:pPr>
      <w:r w:rsidRPr="003C5795">
        <w:rPr>
          <w:rFonts w:ascii="Arial" w:hAnsi="Arial" w:cs="Arial"/>
          <w:b/>
          <w:sz w:val="20"/>
          <w:szCs w:val="20"/>
        </w:rPr>
        <w:t>Termín předpokládaných prací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3C5795" w:rsidRPr="00B0244D" w14:paraId="6A890CC3" w14:textId="77777777" w:rsidTr="00B0244D">
        <w:tc>
          <w:tcPr>
            <w:tcW w:w="9212" w:type="dxa"/>
          </w:tcPr>
          <w:p w14:paraId="53DF76E8" w14:textId="1217F732" w:rsidR="003C5795" w:rsidRDefault="003C5795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3EE1766D" w14:textId="15035523" w:rsidR="003C5795" w:rsidRPr="00B0244D" w:rsidRDefault="00684247" w:rsidP="00B0244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Květen 2024</w:t>
            </w:r>
          </w:p>
        </w:tc>
      </w:tr>
    </w:tbl>
    <w:p w14:paraId="007210CD" w14:textId="77777777" w:rsidR="002D52B9" w:rsidRPr="00CD58C8" w:rsidRDefault="002D52B9">
      <w:pPr>
        <w:rPr>
          <w:rFonts w:ascii="Arial" w:hAnsi="Arial" w:cs="Arial"/>
          <w:sz w:val="20"/>
          <w:szCs w:val="20"/>
        </w:rPr>
      </w:pPr>
    </w:p>
    <w:p w14:paraId="32FB2CF7" w14:textId="56DE5311" w:rsidR="003C5795" w:rsidRPr="00CD58C8" w:rsidRDefault="003C5795" w:rsidP="003C5795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Prohlašuji, že veškeré údaje jsem uvedl</w:t>
      </w:r>
      <w:r w:rsidR="00F744E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a pravdivě a přesně a nezatajil</w:t>
      </w:r>
      <w:r w:rsidR="00F744E7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/</w:t>
      </w:r>
      <w:r w:rsidRPr="00CD58C8">
        <w:rPr>
          <w:rFonts w:ascii="Arial" w:eastAsia="Times New Roman" w:hAnsi="Arial" w:cs="Arial"/>
          <w:bCs/>
          <w:color w:val="000000"/>
          <w:sz w:val="20"/>
          <w:szCs w:val="20"/>
          <w:lang w:eastAsia="cs-CZ"/>
        </w:rPr>
        <w:t>a jsem žádné důležité skutečnosti.</w:t>
      </w:r>
    </w:p>
    <w:p w14:paraId="68F8C4D0" w14:textId="77777777" w:rsidR="003C5795" w:rsidRDefault="003C5795">
      <w:pPr>
        <w:rPr>
          <w:rFonts w:ascii="Arial" w:hAnsi="Arial" w:cs="Arial"/>
          <w:sz w:val="20"/>
          <w:szCs w:val="20"/>
        </w:rPr>
      </w:pPr>
    </w:p>
    <w:p w14:paraId="2AA3570A" w14:textId="77777777" w:rsidR="001D2521" w:rsidRPr="00CD58C8" w:rsidRDefault="001D2521">
      <w:pPr>
        <w:rPr>
          <w:rFonts w:ascii="Arial" w:hAnsi="Arial" w:cs="Arial"/>
          <w:sz w:val="20"/>
          <w:szCs w:val="20"/>
        </w:rPr>
      </w:pPr>
    </w:p>
    <w:p w14:paraId="574ED2FA" w14:textId="011B1E64" w:rsidR="003C5795" w:rsidRPr="00CD58C8" w:rsidRDefault="003C5795" w:rsidP="003C5795">
      <w:pPr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lang w:eastAsia="cs-CZ"/>
        </w:rPr>
      </w:pPr>
      <w:r w:rsidRPr="00CD58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V</w:t>
      </w:r>
      <w:r w:rsidR="0068424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 </w:t>
      </w:r>
      <w:proofErr w:type="gramStart"/>
      <w:r w:rsidR="0068424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Jihlavě, </w:t>
      </w:r>
      <w:r w:rsidRPr="00CD58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dne</w:t>
      </w:r>
      <w:proofErr w:type="gramEnd"/>
      <w:r w:rsidRPr="00CD58C8">
        <w:rPr>
          <w:rFonts w:ascii="Arial" w:eastAsia="Times New Roman" w:hAnsi="Arial" w:cs="Arial"/>
          <w:color w:val="000000"/>
          <w:sz w:val="20"/>
          <w:szCs w:val="20"/>
          <w:lang w:eastAsia="cs-CZ"/>
        </w:rPr>
        <w:t xml:space="preserve"> </w:t>
      </w:r>
      <w:r w:rsidR="00684247">
        <w:rPr>
          <w:rFonts w:ascii="Arial" w:eastAsia="Times New Roman" w:hAnsi="Arial" w:cs="Arial"/>
          <w:color w:val="000000"/>
          <w:sz w:val="20"/>
          <w:szCs w:val="20"/>
          <w:lang w:eastAsia="cs-CZ"/>
        </w:rPr>
        <w:t>21.2.2024</w:t>
      </w:r>
    </w:p>
    <w:p w14:paraId="0600B171" w14:textId="77777777" w:rsidR="003C5795" w:rsidRDefault="003C5795">
      <w:pPr>
        <w:rPr>
          <w:rFonts w:ascii="Arial" w:hAnsi="Arial" w:cs="Arial"/>
          <w:sz w:val="20"/>
          <w:szCs w:val="20"/>
        </w:rPr>
      </w:pPr>
    </w:p>
    <w:p w14:paraId="63A3EFC0" w14:textId="77777777" w:rsidR="00CE7B64" w:rsidRDefault="00CE7B64">
      <w:pPr>
        <w:rPr>
          <w:rFonts w:ascii="Arial" w:hAnsi="Arial" w:cs="Arial"/>
          <w:sz w:val="20"/>
          <w:szCs w:val="20"/>
        </w:rPr>
      </w:pPr>
    </w:p>
    <w:p w14:paraId="23317F54" w14:textId="77777777" w:rsidR="00CE7B64" w:rsidRDefault="00CD58C8" w:rsidP="00CD58C8">
      <w:pPr>
        <w:contextualSpacing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…..</w:t>
      </w:r>
      <w:r w:rsidR="00CE7B64">
        <w:rPr>
          <w:rFonts w:ascii="Arial" w:hAnsi="Arial" w:cs="Arial"/>
          <w:sz w:val="20"/>
          <w:szCs w:val="20"/>
        </w:rPr>
        <w:t>………………………………………………….</w:t>
      </w:r>
    </w:p>
    <w:p w14:paraId="3CEE868B" w14:textId="4E3B7073" w:rsidR="00CE7B64" w:rsidRDefault="00CE7B64" w:rsidP="00CD58C8">
      <w:pPr>
        <w:ind w:left="4248" w:firstLine="708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podpisy všech žadatelů, příp. razítko</w:t>
      </w:r>
    </w:p>
    <w:p w14:paraId="58726A80" w14:textId="77777777" w:rsidR="00070B5F" w:rsidRDefault="00070B5F" w:rsidP="00070B5F">
      <w:pPr>
        <w:contextualSpacing/>
        <w:rPr>
          <w:rFonts w:ascii="Arial" w:hAnsi="Arial" w:cs="Arial"/>
          <w:b/>
          <w:sz w:val="20"/>
          <w:szCs w:val="20"/>
        </w:rPr>
      </w:pPr>
    </w:p>
    <w:p w14:paraId="7129D99E" w14:textId="5E14A107" w:rsidR="00070B5F" w:rsidRPr="00CD58C8" w:rsidRDefault="00070B5F" w:rsidP="00070B5F">
      <w:pPr>
        <w:contextualSpacing/>
        <w:rPr>
          <w:rFonts w:ascii="Arial" w:hAnsi="Arial" w:cs="Arial"/>
          <w:b/>
          <w:sz w:val="20"/>
          <w:szCs w:val="20"/>
        </w:rPr>
      </w:pPr>
      <w:r w:rsidRPr="00CD58C8">
        <w:rPr>
          <w:rFonts w:ascii="Arial" w:hAnsi="Arial" w:cs="Arial"/>
          <w:b/>
          <w:sz w:val="20"/>
          <w:szCs w:val="20"/>
        </w:rPr>
        <w:t>Přílohy</w:t>
      </w:r>
    </w:p>
    <w:p w14:paraId="6D8E6E84" w14:textId="3B8A43A8" w:rsidR="00070B5F" w:rsidRPr="00070B5F" w:rsidRDefault="00070B5F" w:rsidP="00070B5F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0B5F">
        <w:rPr>
          <w:rFonts w:ascii="Arial" w:hAnsi="Arial" w:cs="Arial"/>
          <w:sz w:val="20"/>
          <w:szCs w:val="20"/>
        </w:rPr>
        <w:t>plná moc v případě zastoupení</w:t>
      </w:r>
      <w:r>
        <w:rPr>
          <w:rFonts w:ascii="Arial" w:hAnsi="Arial" w:cs="Arial"/>
          <w:sz w:val="20"/>
          <w:szCs w:val="20"/>
        </w:rPr>
        <w:t xml:space="preserve"> (viz níže)</w:t>
      </w:r>
    </w:p>
    <w:p w14:paraId="0C32C25B" w14:textId="1D7563C9" w:rsidR="00070B5F" w:rsidRPr="00070B5F" w:rsidRDefault="00070B5F" w:rsidP="008C1E37">
      <w:pPr>
        <w:pStyle w:val="Odstavecseseznamem"/>
        <w:numPr>
          <w:ilvl w:val="0"/>
          <w:numId w:val="2"/>
        </w:numPr>
        <w:jc w:val="both"/>
        <w:rPr>
          <w:rFonts w:ascii="Arial" w:eastAsia="Times New Roman" w:hAnsi="Arial"/>
          <w:color w:val="000000"/>
          <w:sz w:val="20"/>
          <w:szCs w:val="24"/>
          <w:lang w:eastAsia="cs-CZ"/>
        </w:rPr>
      </w:pPr>
      <w:r w:rsidRPr="00070B5F">
        <w:rPr>
          <w:rFonts w:ascii="Arial" w:hAnsi="Arial" w:cs="Arial"/>
          <w:sz w:val="20"/>
          <w:szCs w:val="20"/>
        </w:rPr>
        <w:t xml:space="preserve">podklady pro upřesnění </w:t>
      </w:r>
      <w:r>
        <w:rPr>
          <w:rFonts w:ascii="Arial" w:hAnsi="Arial" w:cs="Arial"/>
          <w:sz w:val="20"/>
          <w:szCs w:val="20"/>
        </w:rPr>
        <w:t>předmětu řízení</w:t>
      </w:r>
      <w:r w:rsidRPr="00070B5F">
        <w:rPr>
          <w:rFonts w:ascii="Arial" w:hAnsi="Arial" w:cs="Arial"/>
          <w:sz w:val="20"/>
          <w:szCs w:val="20"/>
        </w:rPr>
        <w:t xml:space="preserve"> </w:t>
      </w:r>
      <w:r w:rsidRPr="00070B5F">
        <w:rPr>
          <w:rFonts w:ascii="Arial" w:eastAsia="Times New Roman" w:hAnsi="Arial"/>
          <w:color w:val="000000"/>
          <w:sz w:val="20"/>
          <w:szCs w:val="24"/>
          <w:lang w:eastAsia="cs-CZ"/>
        </w:rPr>
        <w:t>(projektová dokumentace, technická zpráva, grafický návrh, výkres, případně zákres do fotografie</w:t>
      </w:r>
      <w:r>
        <w:rPr>
          <w:rFonts w:ascii="Arial" w:eastAsia="Times New Roman" w:hAnsi="Arial"/>
          <w:color w:val="000000"/>
          <w:sz w:val="20"/>
          <w:szCs w:val="24"/>
          <w:lang w:eastAsia="cs-CZ"/>
        </w:rPr>
        <w:t>, SHP, stratigrafický průzkum</w:t>
      </w:r>
      <w:r w:rsidR="008C1E37">
        <w:rPr>
          <w:rFonts w:ascii="Arial" w:eastAsia="Times New Roman" w:hAnsi="Arial"/>
          <w:color w:val="000000"/>
          <w:sz w:val="20"/>
          <w:szCs w:val="24"/>
          <w:lang w:eastAsia="cs-CZ"/>
        </w:rPr>
        <w:t>, fotodokumentace</w:t>
      </w:r>
      <w:r w:rsidRPr="00070B5F">
        <w:rPr>
          <w:rFonts w:ascii="Arial" w:eastAsia="Times New Roman" w:hAnsi="Arial"/>
          <w:color w:val="000000"/>
          <w:sz w:val="20"/>
          <w:szCs w:val="24"/>
          <w:lang w:eastAsia="cs-CZ"/>
        </w:rPr>
        <w:t xml:space="preserve"> atd.)</w:t>
      </w:r>
    </w:p>
    <w:sectPr w:rsidR="00070B5F" w:rsidRPr="00070B5F" w:rsidSect="00B860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19465C" w14:textId="77777777" w:rsidR="00B86011" w:rsidRDefault="00B86011" w:rsidP="000E503F">
      <w:pPr>
        <w:spacing w:after="0" w:line="240" w:lineRule="auto"/>
      </w:pPr>
      <w:r>
        <w:separator/>
      </w:r>
    </w:p>
  </w:endnote>
  <w:endnote w:type="continuationSeparator" w:id="0">
    <w:p w14:paraId="1BDE1BA3" w14:textId="77777777" w:rsidR="00B86011" w:rsidRDefault="00B86011" w:rsidP="000E50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3101CE" w14:textId="77777777" w:rsidR="00B86011" w:rsidRDefault="00B86011" w:rsidP="000E503F">
      <w:pPr>
        <w:spacing w:after="0" w:line="240" w:lineRule="auto"/>
      </w:pPr>
      <w:r>
        <w:separator/>
      </w:r>
    </w:p>
  </w:footnote>
  <w:footnote w:type="continuationSeparator" w:id="0">
    <w:p w14:paraId="6FCB914B" w14:textId="77777777" w:rsidR="00B86011" w:rsidRDefault="00B86011" w:rsidP="000E503F">
      <w:pPr>
        <w:spacing w:after="0" w:line="240" w:lineRule="auto"/>
      </w:pPr>
      <w:r>
        <w:continuationSeparator/>
      </w:r>
    </w:p>
  </w:footnote>
  <w:footnote w:id="1">
    <w:p w14:paraId="24CABF29" w14:textId="7887C8D3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2">
    <w:p w14:paraId="2F9199F8" w14:textId="07A53136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3">
    <w:p w14:paraId="0DA076E2" w14:textId="371806A2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hodící se zaškrtněte</w:t>
      </w:r>
    </w:p>
  </w:footnote>
  <w:footnote w:id="4">
    <w:p w14:paraId="53EAB086" w14:textId="6E08940C" w:rsidR="00070B5F" w:rsidRDefault="00070B5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F03DE2">
        <w:rPr>
          <w:rFonts w:ascii="Arial" w:hAnsi="Arial" w:cs="Arial"/>
          <w:sz w:val="16"/>
          <w:szCs w:val="16"/>
        </w:rPr>
        <w:t>v případě potřeby možno rozvést na samostatném listu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8950C11"/>
    <w:multiLevelType w:val="hybridMultilevel"/>
    <w:tmpl w:val="84FE92C6"/>
    <w:lvl w:ilvl="0" w:tplc="5530700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FF6549"/>
    <w:multiLevelType w:val="hybridMultilevel"/>
    <w:tmpl w:val="FB5ECB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4122410">
    <w:abstractNumId w:val="1"/>
  </w:num>
  <w:num w:numId="2" w16cid:durableId="17892032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2D0"/>
    <w:rsid w:val="00020BC8"/>
    <w:rsid w:val="00040BAF"/>
    <w:rsid w:val="00070B5F"/>
    <w:rsid w:val="00075C7A"/>
    <w:rsid w:val="00085D5E"/>
    <w:rsid w:val="000B0B5C"/>
    <w:rsid w:val="000E12D7"/>
    <w:rsid w:val="000E503F"/>
    <w:rsid w:val="00121C32"/>
    <w:rsid w:val="0019161F"/>
    <w:rsid w:val="00193030"/>
    <w:rsid w:val="001A1E94"/>
    <w:rsid w:val="001C423E"/>
    <w:rsid w:val="001D2521"/>
    <w:rsid w:val="001E2413"/>
    <w:rsid w:val="00221100"/>
    <w:rsid w:val="002C0E73"/>
    <w:rsid w:val="002C7AEC"/>
    <w:rsid w:val="002D52B9"/>
    <w:rsid w:val="002F6E77"/>
    <w:rsid w:val="00307DF9"/>
    <w:rsid w:val="0031762C"/>
    <w:rsid w:val="00322A69"/>
    <w:rsid w:val="0037682F"/>
    <w:rsid w:val="003928BF"/>
    <w:rsid w:val="003C5795"/>
    <w:rsid w:val="00475AD6"/>
    <w:rsid w:val="004A011E"/>
    <w:rsid w:val="004E63CD"/>
    <w:rsid w:val="00520880"/>
    <w:rsid w:val="005248A4"/>
    <w:rsid w:val="00575C95"/>
    <w:rsid w:val="0057629B"/>
    <w:rsid w:val="005E6B88"/>
    <w:rsid w:val="005E73FB"/>
    <w:rsid w:val="0060240F"/>
    <w:rsid w:val="00620777"/>
    <w:rsid w:val="006266BE"/>
    <w:rsid w:val="00634583"/>
    <w:rsid w:val="006636F3"/>
    <w:rsid w:val="00684247"/>
    <w:rsid w:val="006F63F2"/>
    <w:rsid w:val="00742B46"/>
    <w:rsid w:val="0076339C"/>
    <w:rsid w:val="0078550D"/>
    <w:rsid w:val="007C377F"/>
    <w:rsid w:val="007D0E8F"/>
    <w:rsid w:val="007D3EDA"/>
    <w:rsid w:val="00847B95"/>
    <w:rsid w:val="00851B3A"/>
    <w:rsid w:val="00854639"/>
    <w:rsid w:val="008A79D0"/>
    <w:rsid w:val="008C1E37"/>
    <w:rsid w:val="008C22D0"/>
    <w:rsid w:val="008E4FB6"/>
    <w:rsid w:val="008F4A5F"/>
    <w:rsid w:val="00A66C96"/>
    <w:rsid w:val="00A74849"/>
    <w:rsid w:val="00AE629E"/>
    <w:rsid w:val="00B0244D"/>
    <w:rsid w:val="00B86011"/>
    <w:rsid w:val="00BC0943"/>
    <w:rsid w:val="00C977E2"/>
    <w:rsid w:val="00CA2956"/>
    <w:rsid w:val="00CC3CD8"/>
    <w:rsid w:val="00CC7A57"/>
    <w:rsid w:val="00CD58C8"/>
    <w:rsid w:val="00CE7B64"/>
    <w:rsid w:val="00D16665"/>
    <w:rsid w:val="00D854F6"/>
    <w:rsid w:val="00DB20E0"/>
    <w:rsid w:val="00DD399B"/>
    <w:rsid w:val="00E27506"/>
    <w:rsid w:val="00EA1022"/>
    <w:rsid w:val="00EC6ED6"/>
    <w:rsid w:val="00F03DE2"/>
    <w:rsid w:val="00F147DC"/>
    <w:rsid w:val="00F34F99"/>
    <w:rsid w:val="00F37EC0"/>
    <w:rsid w:val="00F744E7"/>
    <w:rsid w:val="00F91AB0"/>
    <w:rsid w:val="00F9673A"/>
    <w:rsid w:val="00FD5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FC111E"/>
  <w15:docId w15:val="{DEC03BFD-507A-4C21-893E-A8D8FDF0A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54639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166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E503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E503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0E503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CD58C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547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967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69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431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781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914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492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14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74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1415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600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9679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22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6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597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314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09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89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ana\Downloads\&#381;&#225;dost%20o%20vyd&#225;n&#237;%20ZS,%20R%202020%20&#353;ablona(1).dotx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FE94F7-1564-4E2E-B71C-DC47179F1B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Žádost o vydání ZS, R 2020 šablona(1)</Template>
  <TotalTime>14</TotalTime>
  <Pages>2</Pages>
  <Words>333</Words>
  <Characters>1971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Dana</dc:creator>
  <cp:keywords/>
  <cp:lastModifiedBy>Slavomír Langmajer</cp:lastModifiedBy>
  <cp:revision>2</cp:revision>
  <cp:lastPrinted>2012-08-20T08:36:00Z</cp:lastPrinted>
  <dcterms:created xsi:type="dcterms:W3CDTF">2024-02-21T13:49:00Z</dcterms:created>
  <dcterms:modified xsi:type="dcterms:W3CDTF">2024-02-21T13:49:00Z</dcterms:modified>
</cp:coreProperties>
</file>